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15430" w14:textId="77777777" w:rsidR="006E5D65" w:rsidRPr="00E960BB" w:rsidRDefault="00997F14" w:rsidP="00ED04C8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67AB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23782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04C8">
        <w:rPr>
          <w:rFonts w:ascii="Corbel" w:hAnsi="Corbel"/>
          <w:i/>
          <w:smallCaps/>
          <w:sz w:val="24"/>
          <w:szCs w:val="24"/>
        </w:rPr>
        <w:t>2020/2022</w:t>
      </w:r>
    </w:p>
    <w:p w14:paraId="5AC60999" w14:textId="271EE88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4437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A6B15B5" w14:textId="1FC01629" w:rsidR="00445970" w:rsidRPr="00644373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44373">
        <w:rPr>
          <w:rFonts w:ascii="Corbel" w:hAnsi="Corbel"/>
          <w:b/>
          <w:sz w:val="20"/>
          <w:szCs w:val="20"/>
        </w:rPr>
        <w:tab/>
      </w:r>
      <w:r w:rsidRPr="00644373">
        <w:rPr>
          <w:rFonts w:ascii="Corbel" w:hAnsi="Corbel"/>
          <w:b/>
          <w:sz w:val="20"/>
          <w:szCs w:val="20"/>
        </w:rPr>
        <w:tab/>
        <w:t xml:space="preserve">Rok akademicki </w:t>
      </w:r>
      <w:r w:rsidR="00ED04C8" w:rsidRPr="00644373">
        <w:rPr>
          <w:rFonts w:ascii="Corbel" w:hAnsi="Corbel"/>
          <w:b/>
          <w:sz w:val="20"/>
          <w:szCs w:val="20"/>
        </w:rPr>
        <w:t>2021</w:t>
      </w:r>
      <w:r w:rsidR="00B56131" w:rsidRPr="00644373">
        <w:rPr>
          <w:rFonts w:ascii="Corbel" w:hAnsi="Corbel"/>
          <w:b/>
          <w:sz w:val="20"/>
          <w:szCs w:val="20"/>
        </w:rPr>
        <w:t>/</w:t>
      </w:r>
      <w:r w:rsidR="00ED04C8" w:rsidRPr="00644373">
        <w:rPr>
          <w:rFonts w:ascii="Corbel" w:hAnsi="Corbel"/>
          <w:b/>
          <w:sz w:val="20"/>
          <w:szCs w:val="20"/>
        </w:rPr>
        <w:t>2022</w:t>
      </w:r>
    </w:p>
    <w:p w14:paraId="792CCC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C54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678"/>
      </w:tblGrid>
      <w:tr w:rsidR="0085747A" w:rsidRPr="009C54AE" w14:paraId="336537AF" w14:textId="77777777" w:rsidTr="00817105">
        <w:tc>
          <w:tcPr>
            <w:tcW w:w="4282" w:type="dxa"/>
            <w:vAlign w:val="center"/>
          </w:tcPr>
          <w:p w14:paraId="41F972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19B0EC48" w14:textId="77777777" w:rsidR="0085747A" w:rsidRPr="00644373" w:rsidRDefault="004940E3" w:rsidP="0053102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Postępowanie mediacyjne: istota, struktura i dynamika</w:t>
            </w:r>
          </w:p>
        </w:tc>
      </w:tr>
      <w:tr w:rsidR="0085747A" w:rsidRPr="009C54AE" w14:paraId="2EF3C67E" w14:textId="77777777" w:rsidTr="00817105">
        <w:tc>
          <w:tcPr>
            <w:tcW w:w="4282" w:type="dxa"/>
            <w:vAlign w:val="center"/>
          </w:tcPr>
          <w:p w14:paraId="4D1610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6292A5E9" w14:textId="77777777" w:rsidR="0085747A" w:rsidRPr="009C54AE" w:rsidRDefault="001726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S2s[3]MR_02</w:t>
            </w:r>
          </w:p>
        </w:tc>
      </w:tr>
      <w:tr w:rsidR="0085747A" w:rsidRPr="009C54AE" w14:paraId="7897C50C" w14:textId="77777777" w:rsidTr="00817105">
        <w:tc>
          <w:tcPr>
            <w:tcW w:w="4282" w:type="dxa"/>
            <w:vAlign w:val="center"/>
          </w:tcPr>
          <w:p w14:paraId="5912AA5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C1E7C6A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ECA43D" w14:textId="77777777" w:rsidTr="00817105">
        <w:tc>
          <w:tcPr>
            <w:tcW w:w="4282" w:type="dxa"/>
            <w:vAlign w:val="center"/>
          </w:tcPr>
          <w:p w14:paraId="716F5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57375CB6" w14:textId="1AEF2F93" w:rsidR="0085747A" w:rsidRPr="009C54AE" w:rsidRDefault="00ED36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6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0A7F816" w14:textId="77777777" w:rsidTr="00817105">
        <w:tc>
          <w:tcPr>
            <w:tcW w:w="4282" w:type="dxa"/>
            <w:vAlign w:val="center"/>
          </w:tcPr>
          <w:p w14:paraId="6E655D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1CB55D1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3AB42377" w14:textId="77777777" w:rsidTr="00817105">
        <w:tc>
          <w:tcPr>
            <w:tcW w:w="4282" w:type="dxa"/>
            <w:vAlign w:val="center"/>
          </w:tcPr>
          <w:p w14:paraId="36E5309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11851CF2" w14:textId="77777777" w:rsidR="0085747A" w:rsidRPr="0064437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I</w:t>
            </w:r>
            <w:r w:rsidR="00A174E2" w:rsidRPr="00644373">
              <w:rPr>
                <w:rFonts w:ascii="Corbel" w:hAnsi="Corbel"/>
                <w:sz w:val="24"/>
                <w:szCs w:val="24"/>
              </w:rPr>
              <w:t>I</w:t>
            </w:r>
            <w:r w:rsidRPr="00644373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6105CC2" w14:textId="77777777" w:rsidTr="00817105">
        <w:tc>
          <w:tcPr>
            <w:tcW w:w="4282" w:type="dxa"/>
            <w:vAlign w:val="center"/>
          </w:tcPr>
          <w:p w14:paraId="2BC164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35479448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2347D2A" w14:textId="77777777" w:rsidTr="00817105">
        <w:tc>
          <w:tcPr>
            <w:tcW w:w="4282" w:type="dxa"/>
            <w:vAlign w:val="center"/>
          </w:tcPr>
          <w:p w14:paraId="0CC34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3A7C6B7D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3EC8FB" w14:textId="77777777" w:rsidTr="00817105">
        <w:tc>
          <w:tcPr>
            <w:tcW w:w="4282" w:type="dxa"/>
            <w:vAlign w:val="center"/>
          </w:tcPr>
          <w:p w14:paraId="42B29D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59524C1D" w14:textId="77777777" w:rsidR="0085747A" w:rsidRPr="00644373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44373">
              <w:rPr>
                <w:rFonts w:ascii="Corbel" w:hAnsi="Corbel"/>
                <w:sz w:val="24"/>
                <w:szCs w:val="24"/>
              </w:rPr>
              <w:t>R</w:t>
            </w:r>
            <w:r w:rsidR="00325705" w:rsidRPr="00644373">
              <w:rPr>
                <w:rFonts w:ascii="Corbel" w:hAnsi="Corbel"/>
                <w:sz w:val="24"/>
                <w:szCs w:val="24"/>
              </w:rPr>
              <w:t>ok</w:t>
            </w:r>
            <w:r w:rsidRPr="00644373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644373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ED04C8" w:rsidRPr="00644373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C54AE" w14:paraId="6D4BB4E0" w14:textId="77777777" w:rsidTr="00817105">
        <w:tc>
          <w:tcPr>
            <w:tcW w:w="4282" w:type="dxa"/>
            <w:vAlign w:val="center"/>
          </w:tcPr>
          <w:p w14:paraId="14B113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6853AE1E" w14:textId="47488F12" w:rsidR="0085747A" w:rsidRPr="009C54AE" w:rsidRDefault="005310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0B00460" w14:textId="77777777" w:rsidTr="00817105">
        <w:tc>
          <w:tcPr>
            <w:tcW w:w="4282" w:type="dxa"/>
            <w:vAlign w:val="center"/>
          </w:tcPr>
          <w:p w14:paraId="0C66D8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608CB2B0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F416EB1" w14:textId="77777777" w:rsidTr="00817105">
        <w:tc>
          <w:tcPr>
            <w:tcW w:w="4282" w:type="dxa"/>
            <w:vAlign w:val="center"/>
          </w:tcPr>
          <w:p w14:paraId="4BA482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01373D9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466F4615" w14:textId="77777777" w:rsidTr="00817105">
        <w:tc>
          <w:tcPr>
            <w:tcW w:w="4282" w:type="dxa"/>
            <w:vAlign w:val="center"/>
          </w:tcPr>
          <w:p w14:paraId="4C404A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597DB40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5E0648D" w14:textId="77777777" w:rsidR="00923D7D" w:rsidRPr="009C54AE" w:rsidRDefault="0085747A" w:rsidP="00ED5F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E55A7" w14:textId="67CA6CE2" w:rsidR="00923D7D" w:rsidRDefault="0085747A" w:rsidP="00ED5FD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C01A01" w14:textId="77777777" w:rsidR="00644373" w:rsidRPr="009C54AE" w:rsidRDefault="00644373" w:rsidP="00ED5FDB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7588CD" w14:textId="77777777" w:rsidTr="006443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DF1B" w14:textId="77777777" w:rsidR="00015B8F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83D6F8" w14:textId="77777777" w:rsidR="00015B8F" w:rsidRPr="009C54AE" w:rsidRDefault="002B5EA0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987E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2704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8711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5D03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FAA7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CC36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EAB1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4F2F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9178" w14:textId="77777777" w:rsidR="00015B8F" w:rsidRPr="009C54AE" w:rsidRDefault="00015B8F" w:rsidP="006443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1EC9B9" w14:textId="77777777" w:rsidTr="006443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0302" w14:textId="77777777" w:rsidR="00015B8F" w:rsidRPr="009C54AE" w:rsidRDefault="00ED04C8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11BC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2101" w14:textId="77777777" w:rsidR="00015B8F" w:rsidRPr="009C54AE" w:rsidRDefault="00454161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022F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ACE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D07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6E28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BC16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83BE" w14:textId="77777777" w:rsidR="00015B8F" w:rsidRPr="009C54AE" w:rsidRDefault="00015B8F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CB4B" w14:textId="77777777" w:rsidR="00015B8F" w:rsidRPr="009C54AE" w:rsidRDefault="00454161" w:rsidP="00644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2D9100" w14:textId="77777777" w:rsidR="00923D7D" w:rsidRPr="009C54AE" w:rsidRDefault="00923D7D" w:rsidP="00ED5F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20A2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FEACC5" w14:textId="77777777" w:rsidR="00644373" w:rsidRDefault="0064437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0CFAE894" w14:textId="31E176F1" w:rsidR="0085747A" w:rsidRPr="009C54AE" w:rsidRDefault="006443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64305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B920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2B2F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5F6E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36E12E6" w14:textId="1B06E027" w:rsidR="00E960BB" w:rsidRPr="00E463C4" w:rsidRDefault="00E463C4" w:rsidP="00E463C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E463C4">
        <w:rPr>
          <w:rFonts w:ascii="Corbel" w:hAnsi="Corbel"/>
          <w:sz w:val="24"/>
          <w:szCs w:val="24"/>
        </w:rPr>
        <w:t>Zaliczenie z oceną</w:t>
      </w:r>
    </w:p>
    <w:p w14:paraId="70D7DBB1" w14:textId="207449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356B5A" w14:textId="77777777" w:rsidR="00644373" w:rsidRPr="009C54AE" w:rsidRDefault="006443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BE07E3" w14:textId="77777777" w:rsidTr="00745302">
        <w:tc>
          <w:tcPr>
            <w:tcW w:w="9670" w:type="dxa"/>
          </w:tcPr>
          <w:p w14:paraId="241402D9" w14:textId="2DB85D55" w:rsidR="0085747A" w:rsidRPr="009C54AE" w:rsidRDefault="00E463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4B416D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555B38" w14:textId="77777777" w:rsidR="00644373" w:rsidRDefault="0064437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804406A" w14:textId="2464351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27E9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373478" w14:textId="319CB9BE" w:rsidR="00F83B28" w:rsidRDefault="0071620A" w:rsidP="00ED5FD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8E7EB8" w14:textId="77777777" w:rsidR="0064305A" w:rsidRPr="00ED5FDB" w:rsidRDefault="0064305A" w:rsidP="00ED5FD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D6DF8BE" w14:textId="77777777" w:rsidTr="00923D7D">
        <w:tc>
          <w:tcPr>
            <w:tcW w:w="851" w:type="dxa"/>
            <w:vAlign w:val="center"/>
          </w:tcPr>
          <w:p w14:paraId="54E4913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A30E71" w14:textId="050A4277" w:rsidR="0085747A" w:rsidRPr="00E074F6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t xml:space="preserve">Przybliżenie </w:t>
            </w:r>
            <w:r w:rsidR="00772A9A" w:rsidRPr="00E074F6">
              <w:rPr>
                <w:rStyle w:val="wrtext"/>
                <w:rFonts w:ascii="Corbel" w:hAnsi="Corbel"/>
                <w:sz w:val="24"/>
                <w:szCs w:val="24"/>
              </w:rPr>
              <w:t>zasad i reguł funkcjonowania alternatywnych do sądowych procedur rozwiązywania sporów</w:t>
            </w:r>
          </w:p>
        </w:tc>
      </w:tr>
      <w:tr w:rsidR="0085747A" w:rsidRPr="009C54AE" w14:paraId="4738CC02" w14:textId="77777777" w:rsidTr="00923D7D">
        <w:tc>
          <w:tcPr>
            <w:tcW w:w="851" w:type="dxa"/>
            <w:vAlign w:val="center"/>
          </w:tcPr>
          <w:p w14:paraId="4EEC55E2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A7962B" w14:textId="77777777" w:rsidR="0085747A" w:rsidRPr="00D01231" w:rsidRDefault="00D01231" w:rsidP="008171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01231">
              <w:rPr>
                <w:rFonts w:ascii="Corbel" w:hAnsi="Corbel"/>
                <w:sz w:val="24"/>
                <w:szCs w:val="24"/>
              </w:rPr>
              <w:t>Zapoznanie</w:t>
            </w:r>
            <w:r w:rsidR="00BC37CB">
              <w:rPr>
                <w:rFonts w:ascii="Corbel" w:hAnsi="Corbel"/>
                <w:sz w:val="24"/>
                <w:szCs w:val="24"/>
              </w:rPr>
              <w:t xml:space="preserve"> studentów</w:t>
            </w:r>
            <w:r w:rsidRPr="00D01231">
              <w:rPr>
                <w:rFonts w:ascii="Corbel" w:hAnsi="Corbel"/>
                <w:sz w:val="24"/>
                <w:szCs w:val="24"/>
              </w:rPr>
              <w:t xml:space="preserve"> z poszczególnymi etapami procedury prowadzenia mediacji </w:t>
            </w:r>
          </w:p>
        </w:tc>
      </w:tr>
      <w:tr w:rsidR="0085747A" w:rsidRPr="009C54AE" w14:paraId="1C1201CD" w14:textId="77777777" w:rsidTr="00923D7D">
        <w:tc>
          <w:tcPr>
            <w:tcW w:w="851" w:type="dxa"/>
            <w:vAlign w:val="center"/>
          </w:tcPr>
          <w:p w14:paraId="68F741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8AE8CD" w14:textId="77777777" w:rsidR="0085747A" w:rsidRPr="00BC37CB" w:rsidRDefault="00BC37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BC37CB">
              <w:rPr>
                <w:rFonts w:ascii="Corbel" w:hAnsi="Corbel"/>
                <w:b w:val="0"/>
                <w:bCs/>
                <w:sz w:val="24"/>
                <w:szCs w:val="24"/>
              </w:rPr>
              <w:t>Zapoznanie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studentów</w:t>
            </w:r>
            <w:r w:rsidRPr="00BC37C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dokumentacją dotyczącą postępowania mediacyjnego</w:t>
            </w:r>
          </w:p>
        </w:tc>
      </w:tr>
    </w:tbl>
    <w:p w14:paraId="79DBD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AFC1D0" w14:textId="49A04ABC" w:rsidR="001D7B54" w:rsidRDefault="009F4610" w:rsidP="00ED5F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5FEBBC" w14:textId="77777777" w:rsidR="0064305A" w:rsidRDefault="0064305A" w:rsidP="00ED5F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0"/>
        <w:gridCol w:w="1865"/>
      </w:tblGrid>
      <w:tr w:rsidR="00ED04C8" w:rsidRPr="00ED04C8" w14:paraId="111189FA" w14:textId="77777777" w:rsidTr="00E778B5">
        <w:tc>
          <w:tcPr>
            <w:tcW w:w="1305" w:type="dxa"/>
            <w:vAlign w:val="center"/>
          </w:tcPr>
          <w:p w14:paraId="2BAAEDF4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D04C8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50" w:type="dxa"/>
            <w:vAlign w:val="center"/>
          </w:tcPr>
          <w:p w14:paraId="5777759F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CE82649" w14:textId="77777777" w:rsidR="00ED04C8" w:rsidRPr="00ED04C8" w:rsidRDefault="00ED04C8" w:rsidP="00ED04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D04C8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D04C8" w:rsidRPr="00ED04C8" w14:paraId="04DD2EF7" w14:textId="77777777" w:rsidTr="00E778B5">
        <w:tc>
          <w:tcPr>
            <w:tcW w:w="1305" w:type="dxa"/>
          </w:tcPr>
          <w:p w14:paraId="68E6EBEC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</w:t>
            </w:r>
            <w:r w:rsidRPr="00ED04C8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14:paraId="7DF5AE19" w14:textId="7911A19A" w:rsidR="00ED04C8" w:rsidRPr="00ED04C8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charakteryzuje sytuacje „trudne” i konfliktowe w danym środowisku lokalnym, które utrudniają porozumienie jednostek i grup społecznych</w:t>
            </w:r>
          </w:p>
        </w:tc>
        <w:tc>
          <w:tcPr>
            <w:tcW w:w="1865" w:type="dxa"/>
          </w:tcPr>
          <w:p w14:paraId="5524EE77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KW_05</w:t>
            </w:r>
          </w:p>
        </w:tc>
      </w:tr>
      <w:tr w:rsidR="00ED04C8" w:rsidRPr="00ED04C8" w14:paraId="58F8DD19" w14:textId="77777777" w:rsidTr="00E778B5">
        <w:tc>
          <w:tcPr>
            <w:tcW w:w="1305" w:type="dxa"/>
          </w:tcPr>
          <w:p w14:paraId="345F6424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350" w:type="dxa"/>
          </w:tcPr>
          <w:p w14:paraId="4A918B93" w14:textId="3148C716" w:rsidR="00ED04C8" w:rsidRPr="00ED04C8" w:rsidRDefault="00817105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Opisuje człowieka jako 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uczestnika i twórcę sposobów rozwiązywania konfliktów </w:t>
            </w:r>
          </w:p>
        </w:tc>
        <w:tc>
          <w:tcPr>
            <w:tcW w:w="1865" w:type="dxa"/>
          </w:tcPr>
          <w:p w14:paraId="4CA45FB7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KW_06</w:t>
            </w:r>
          </w:p>
        </w:tc>
      </w:tr>
      <w:tr w:rsidR="00ED04C8" w:rsidRPr="00ED04C8" w14:paraId="40B78D38" w14:textId="77777777" w:rsidTr="00E778B5">
        <w:trPr>
          <w:trHeight w:val="569"/>
        </w:trPr>
        <w:tc>
          <w:tcPr>
            <w:tcW w:w="1305" w:type="dxa"/>
          </w:tcPr>
          <w:p w14:paraId="5E46FE51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350" w:type="dxa"/>
          </w:tcPr>
          <w:p w14:paraId="64975B64" w14:textId="107ACFEC" w:rsidR="00ED04C8" w:rsidRPr="00ED04C8" w:rsidRDefault="000832AB" w:rsidP="00531021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817105">
              <w:rPr>
                <w:rFonts w:ascii="Corbel" w:hAnsi="Corbel"/>
                <w:sz w:val="24"/>
                <w:szCs w:val="24"/>
              </w:rPr>
              <w:t>zasad</w:t>
            </w:r>
            <w:r w:rsidR="00531021">
              <w:rPr>
                <w:rFonts w:ascii="Corbel" w:hAnsi="Corbel"/>
                <w:sz w:val="24"/>
                <w:szCs w:val="24"/>
              </w:rPr>
              <w:t xml:space="preserve">y, relacje i działania z zakresu procedur mediacyjnych </w:t>
            </w:r>
          </w:p>
        </w:tc>
        <w:tc>
          <w:tcPr>
            <w:tcW w:w="1865" w:type="dxa"/>
          </w:tcPr>
          <w:p w14:paraId="1D99EFBC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KW_08</w:t>
            </w:r>
          </w:p>
          <w:p w14:paraId="358EC20F" w14:textId="77777777" w:rsidR="00ED04C8" w:rsidRPr="00ED04C8" w:rsidRDefault="00ED04C8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A77D6" w:rsidRPr="00ED04C8" w14:paraId="7C018673" w14:textId="77777777" w:rsidTr="00E778B5">
        <w:trPr>
          <w:trHeight w:val="569"/>
        </w:trPr>
        <w:tc>
          <w:tcPr>
            <w:tcW w:w="1305" w:type="dxa"/>
          </w:tcPr>
          <w:p w14:paraId="40148633" w14:textId="41F48AC4" w:rsidR="00AA77D6" w:rsidRPr="00ED04C8" w:rsidRDefault="00AA77D6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350" w:type="dxa"/>
          </w:tcPr>
          <w:p w14:paraId="6E6D2459" w14:textId="03E10CAC" w:rsidR="00AA77D6" w:rsidRDefault="00AA77D6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analizuje różne sytuacje konfliktowe i proponuje ich rozwiązanie z zastosowaniem procedury mediacyjnej</w:t>
            </w:r>
          </w:p>
        </w:tc>
        <w:tc>
          <w:tcPr>
            <w:tcW w:w="1865" w:type="dxa"/>
          </w:tcPr>
          <w:p w14:paraId="681E9ECB" w14:textId="77777777" w:rsidR="00AA77D6" w:rsidRDefault="00AA77D6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KU_05</w:t>
            </w:r>
          </w:p>
          <w:p w14:paraId="6C1851A8" w14:textId="681BA979" w:rsidR="00AA77D6" w:rsidRPr="00ED04C8" w:rsidRDefault="00AA77D6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KU_07</w:t>
            </w:r>
          </w:p>
        </w:tc>
      </w:tr>
      <w:tr w:rsidR="00ED04C8" w:rsidRPr="00ED04C8" w14:paraId="7B1A2056" w14:textId="77777777" w:rsidTr="00E778B5">
        <w:trPr>
          <w:trHeight w:val="501"/>
        </w:trPr>
        <w:tc>
          <w:tcPr>
            <w:tcW w:w="1305" w:type="dxa"/>
          </w:tcPr>
          <w:p w14:paraId="156A7D18" w14:textId="77777777" w:rsidR="00ED04C8" w:rsidRPr="00ED04C8" w:rsidRDefault="00ED04C8" w:rsidP="00ED04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350" w:type="dxa"/>
          </w:tcPr>
          <w:p w14:paraId="314DBDF6" w14:textId="6042ECF7" w:rsidR="00ED04C8" w:rsidRPr="00ED04C8" w:rsidRDefault="00531021" w:rsidP="005310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Współpracuje w grupie poszukując alternatywnych metod rozwiazywania konfliktów </w:t>
            </w:r>
          </w:p>
        </w:tc>
        <w:tc>
          <w:tcPr>
            <w:tcW w:w="1865" w:type="dxa"/>
          </w:tcPr>
          <w:p w14:paraId="0E7D61B5" w14:textId="2FAD9639" w:rsidR="00ED04C8" w:rsidRPr="00ED04C8" w:rsidRDefault="005218BC" w:rsidP="00817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KU_13</w:t>
            </w:r>
          </w:p>
        </w:tc>
      </w:tr>
    </w:tbl>
    <w:p w14:paraId="79A64F00" w14:textId="77777777" w:rsidR="00817105" w:rsidRDefault="008171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3C69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126349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BD803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409A27" w14:textId="77777777" w:rsidTr="000C38CE">
        <w:tc>
          <w:tcPr>
            <w:tcW w:w="9520" w:type="dxa"/>
          </w:tcPr>
          <w:p w14:paraId="2DECB0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373" w:rsidRPr="009C54AE" w14:paraId="0CF1538A" w14:textId="77777777" w:rsidTr="000C38CE">
        <w:tc>
          <w:tcPr>
            <w:tcW w:w="9520" w:type="dxa"/>
          </w:tcPr>
          <w:p w14:paraId="3C686B83" w14:textId="26C71D19" w:rsidR="00644373" w:rsidRPr="009C54AE" w:rsidRDefault="006443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4C8364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73C73" w14:textId="77777777" w:rsidR="0085747A" w:rsidRPr="00ED5FDB" w:rsidRDefault="0085747A" w:rsidP="00ED5FD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79E50D" w14:textId="77777777" w:rsidTr="00817105">
        <w:tc>
          <w:tcPr>
            <w:tcW w:w="9520" w:type="dxa"/>
          </w:tcPr>
          <w:p w14:paraId="3F36EEF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561B0" w14:paraId="7F59619F" w14:textId="77777777" w:rsidTr="00817105">
        <w:tc>
          <w:tcPr>
            <w:tcW w:w="9520" w:type="dxa"/>
          </w:tcPr>
          <w:p w14:paraId="3F7ED25F" w14:textId="264B8679" w:rsidR="00DC601C" w:rsidRPr="00817105" w:rsidRDefault="00CD3DCB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Wprowadzenie w zagadnienia mediacji – jej specyfiki na tle innych alternatywnych metod rozwi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zywania konfliktu (ADR)</w:t>
            </w:r>
            <w:r w:rsidR="00B37980" w:rsidRPr="00B11B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17105" w:rsidRPr="004561B0" w14:paraId="14FA4350" w14:textId="77777777" w:rsidTr="00817105">
        <w:tc>
          <w:tcPr>
            <w:tcW w:w="9520" w:type="dxa"/>
          </w:tcPr>
          <w:p w14:paraId="3B786653" w14:textId="6021D0F9" w:rsidR="00817105" w:rsidRPr="00B11BA1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Rodzaje mediacji ze wzgl</w:t>
            </w:r>
            <w:r w:rsidRPr="00B11BA1">
              <w:rPr>
                <w:rFonts w:ascii="Corbel" w:hAnsi="Corbel" w:cs="Arial"/>
                <w:sz w:val="24"/>
                <w:szCs w:val="24"/>
              </w:rPr>
              <w:t>ę</w:t>
            </w:r>
            <w:r w:rsidRPr="00B11BA1">
              <w:rPr>
                <w:rFonts w:ascii="Corbel" w:hAnsi="Corbel"/>
                <w:sz w:val="24"/>
                <w:szCs w:val="24"/>
              </w:rPr>
              <w:t>du na sposób skierowania stron do mediacji (s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dowe i pozas</w:t>
            </w:r>
            <w:r w:rsidRPr="00B11BA1">
              <w:rPr>
                <w:rFonts w:ascii="Corbel" w:hAnsi="Corbel" w:cs="Arial"/>
                <w:sz w:val="24"/>
                <w:szCs w:val="24"/>
              </w:rPr>
              <w:t>ą</w:t>
            </w:r>
            <w:r w:rsidRPr="00B11BA1">
              <w:rPr>
                <w:rFonts w:ascii="Corbel" w:hAnsi="Corbel"/>
                <w:sz w:val="24"/>
                <w:szCs w:val="24"/>
              </w:rPr>
              <w:t>dowe)</w:t>
            </w:r>
          </w:p>
        </w:tc>
      </w:tr>
      <w:tr w:rsidR="00817105" w:rsidRPr="004561B0" w14:paraId="72246101" w14:textId="77777777" w:rsidTr="00817105">
        <w:tc>
          <w:tcPr>
            <w:tcW w:w="9520" w:type="dxa"/>
          </w:tcPr>
          <w:p w14:paraId="37166B6F" w14:textId="596D855C" w:rsidR="00817105" w:rsidRPr="00B11BA1" w:rsidRDefault="00817105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1BA1">
              <w:rPr>
                <w:rFonts w:ascii="Corbel" w:hAnsi="Corbel"/>
                <w:sz w:val="24"/>
                <w:szCs w:val="24"/>
              </w:rPr>
              <w:t>Rodzaje mediacji ze wzgl</w:t>
            </w:r>
            <w:r w:rsidRPr="00B11BA1">
              <w:rPr>
                <w:rFonts w:ascii="Corbel" w:hAnsi="Corbel" w:cs="Arial"/>
                <w:sz w:val="24"/>
                <w:szCs w:val="24"/>
              </w:rPr>
              <w:t>ę</w:t>
            </w:r>
            <w:r w:rsidRPr="00B11BA1">
              <w:rPr>
                <w:rFonts w:ascii="Corbel" w:hAnsi="Corbel"/>
                <w:sz w:val="24"/>
                <w:szCs w:val="24"/>
              </w:rPr>
              <w:t>dy na przedmiot (cywilne, karne, rodzinne, w prawie prac</w:t>
            </w:r>
            <w:r>
              <w:rPr>
                <w:rFonts w:ascii="Corbel" w:hAnsi="Corbel"/>
                <w:sz w:val="24"/>
                <w:szCs w:val="24"/>
              </w:rPr>
              <w:t>y, gospodarcze, ogólnospołeczne</w:t>
            </w:r>
          </w:p>
        </w:tc>
      </w:tr>
      <w:tr w:rsidR="0085747A" w:rsidRPr="004561B0" w14:paraId="46F6ADC1" w14:textId="77777777" w:rsidTr="00817105">
        <w:tc>
          <w:tcPr>
            <w:tcW w:w="9520" w:type="dxa"/>
          </w:tcPr>
          <w:p w14:paraId="23030C2C" w14:textId="77777777" w:rsidR="002143D9" w:rsidRPr="00ED6654" w:rsidRDefault="004A09ED" w:rsidP="008171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D6654">
              <w:rPr>
                <w:rFonts w:ascii="Corbel" w:hAnsi="Corbel"/>
                <w:sz w:val="24"/>
                <w:szCs w:val="24"/>
              </w:rPr>
              <w:t>Struktura procedury mediacyjnej oraz techniki stosowane w trakcie post</w:t>
            </w:r>
            <w:r w:rsidRPr="00ED6654">
              <w:rPr>
                <w:rFonts w:ascii="Corbel" w:hAnsi="Corbel" w:cs="Arial"/>
                <w:sz w:val="24"/>
                <w:szCs w:val="24"/>
              </w:rPr>
              <w:t>ę</w:t>
            </w:r>
            <w:r w:rsidRPr="00ED6654">
              <w:rPr>
                <w:rFonts w:ascii="Corbel" w:hAnsi="Corbel"/>
                <w:sz w:val="24"/>
                <w:szCs w:val="24"/>
              </w:rPr>
              <w:t>powania mediacyjnego</w:t>
            </w:r>
          </w:p>
        </w:tc>
      </w:tr>
      <w:tr w:rsidR="00817105" w:rsidRPr="004561B0" w14:paraId="00E815B3" w14:textId="77777777" w:rsidTr="00817105">
        <w:tc>
          <w:tcPr>
            <w:tcW w:w="9520" w:type="dxa"/>
          </w:tcPr>
          <w:p w14:paraId="3954AFC6" w14:textId="329995AE" w:rsidR="00817105" w:rsidRPr="00817105" w:rsidRDefault="00817105" w:rsidP="00817105">
            <w:pPr>
              <w:spacing w:before="100" w:beforeAutospacing="1"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dokumentacji dotyczącej mediacji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zaproszenie na mediację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monolog mediatora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oświadczenie stron o wyrażeniu zgody na mediację i osobę mediatora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ugoda mediacyjna</w:t>
            </w:r>
            <w:r w:rsidRPr="009C65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50611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 z mediacji</w:t>
            </w:r>
          </w:p>
        </w:tc>
      </w:tr>
      <w:tr w:rsidR="0085747A" w:rsidRPr="004561B0" w14:paraId="0F1F01F1" w14:textId="77777777" w:rsidTr="00817105">
        <w:trPr>
          <w:trHeight w:val="70"/>
        </w:trPr>
        <w:tc>
          <w:tcPr>
            <w:tcW w:w="9520" w:type="dxa"/>
          </w:tcPr>
          <w:p w14:paraId="1544E557" w14:textId="77777777" w:rsidR="00B14133" w:rsidRPr="00ED5FDB" w:rsidRDefault="009C6596" w:rsidP="008171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6596">
              <w:rPr>
                <w:rFonts w:ascii="Corbel" w:hAnsi="Corbel"/>
                <w:sz w:val="24"/>
                <w:szCs w:val="24"/>
              </w:rPr>
              <w:lastRenderedPageBreak/>
              <w:t>Znaczenie mediacji dla pokrzywdzonego, dla sprawcy oraz społeczeństw</w:t>
            </w:r>
            <w:r w:rsidR="007D2AB7">
              <w:rPr>
                <w:rFonts w:ascii="Corbel" w:hAnsi="Corbel"/>
                <w:sz w:val="24"/>
                <w:szCs w:val="24"/>
              </w:rPr>
              <w:t>a</w:t>
            </w:r>
          </w:p>
        </w:tc>
      </w:tr>
    </w:tbl>
    <w:p w14:paraId="339A3688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AD589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C4ECDF7" w14:textId="77777777"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4028CA" w14:textId="34B2681F" w:rsidR="006B3929" w:rsidRPr="00531021" w:rsidRDefault="00531021" w:rsidP="00531021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6B3929" w:rsidRPr="00531021">
        <w:rPr>
          <w:rFonts w:ascii="Corbel" w:hAnsi="Corbel"/>
          <w:sz w:val="24"/>
          <w:szCs w:val="24"/>
        </w:rPr>
        <w:t>naliza tekstów z dyskusją,  praca w grupach</w:t>
      </w:r>
    </w:p>
    <w:p w14:paraId="3D2194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C439090" w14:textId="72A204E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A36225" w14:textId="77777777" w:rsidR="00C97D8A" w:rsidRPr="00ED5FDB" w:rsidRDefault="00C97D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1C437D" w14:textId="77777777" w:rsidTr="00AA77D6">
        <w:tc>
          <w:tcPr>
            <w:tcW w:w="1962" w:type="dxa"/>
            <w:vAlign w:val="center"/>
          </w:tcPr>
          <w:p w14:paraId="570DB3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9A25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57E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849D5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95EFC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8E3FD9B" w14:textId="77777777" w:rsidTr="00AA77D6">
        <w:tc>
          <w:tcPr>
            <w:tcW w:w="1962" w:type="dxa"/>
          </w:tcPr>
          <w:p w14:paraId="7455F3F7" w14:textId="68E2AA44" w:rsidR="0085747A" w:rsidRPr="009C54AE" w:rsidRDefault="005310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07D379B" w14:textId="754FCC7E" w:rsidR="0085747A" w:rsidRPr="00AA77D6" w:rsidRDefault="00AA77D6" w:rsidP="00AA77D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ECAE5EF" w14:textId="7AE71D58" w:rsidR="0085747A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6B3FCD9E" w14:textId="77777777" w:rsidTr="00AA77D6">
        <w:tc>
          <w:tcPr>
            <w:tcW w:w="1962" w:type="dxa"/>
          </w:tcPr>
          <w:p w14:paraId="426F3DAC" w14:textId="68F0DA13" w:rsidR="00AA77D6" w:rsidRPr="009C54AE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9DC581" w14:textId="63E62DED" w:rsidR="00AA77D6" w:rsidRPr="00AA77D6" w:rsidRDefault="00AA77D6" w:rsidP="00AA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FAEAD6B" w14:textId="053694E5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7AC973F9" w14:textId="77777777" w:rsidTr="00AA77D6">
        <w:tc>
          <w:tcPr>
            <w:tcW w:w="1962" w:type="dxa"/>
          </w:tcPr>
          <w:p w14:paraId="3CA2A4E0" w14:textId="2449F12D" w:rsidR="00AA77D6" w:rsidRPr="009C54AE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9BF70C" w14:textId="17167FD3" w:rsidR="00AA77D6" w:rsidRPr="00AA77D6" w:rsidRDefault="00AA77D6" w:rsidP="00AA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86160BF" w14:textId="19FAC5AC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193DB0AE" w14:textId="77777777" w:rsidTr="00AA77D6">
        <w:tc>
          <w:tcPr>
            <w:tcW w:w="1962" w:type="dxa"/>
          </w:tcPr>
          <w:p w14:paraId="16731600" w14:textId="46DB76B9" w:rsidR="00AA77D6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81FB226" w14:textId="2BB9612B" w:rsidR="00AA77D6" w:rsidRPr="004E7CCB" w:rsidRDefault="00AA77D6" w:rsidP="00AA77D6">
            <w:pPr>
              <w:spacing w:after="0" w:line="240" w:lineRule="auto"/>
              <w:rPr>
                <w:b/>
              </w:rPr>
            </w:pPr>
            <w:r w:rsidRPr="006B05C2">
              <w:rPr>
                <w:rFonts w:ascii="Corbel" w:hAnsi="Corbel"/>
                <w:sz w:val="24"/>
                <w:szCs w:val="24"/>
              </w:rPr>
              <w:t>Aktywność, praca w grupie</w:t>
            </w:r>
          </w:p>
        </w:tc>
        <w:tc>
          <w:tcPr>
            <w:tcW w:w="2117" w:type="dxa"/>
          </w:tcPr>
          <w:p w14:paraId="530245D4" w14:textId="447E1EF7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A77D6" w:rsidRPr="009C54AE" w14:paraId="0EF353B4" w14:textId="77777777" w:rsidTr="00AA77D6">
        <w:tc>
          <w:tcPr>
            <w:tcW w:w="1962" w:type="dxa"/>
          </w:tcPr>
          <w:p w14:paraId="61C4E3B5" w14:textId="6407478E" w:rsidR="00AA77D6" w:rsidRDefault="00AA77D6" w:rsidP="00AA7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960899E" w14:textId="01D16D7D" w:rsidR="00AA77D6" w:rsidRPr="004E7CCB" w:rsidRDefault="00AA77D6" w:rsidP="00AA77D6">
            <w:pPr>
              <w:spacing w:after="0" w:line="240" w:lineRule="auto"/>
              <w:rPr>
                <w:b/>
              </w:rPr>
            </w:pPr>
            <w:r w:rsidRPr="006B05C2">
              <w:rPr>
                <w:rFonts w:ascii="Corbel" w:hAnsi="Corbel"/>
                <w:sz w:val="24"/>
                <w:szCs w:val="24"/>
              </w:rPr>
              <w:t>Aktywność, praca w grupie</w:t>
            </w:r>
          </w:p>
        </w:tc>
        <w:tc>
          <w:tcPr>
            <w:tcW w:w="2117" w:type="dxa"/>
          </w:tcPr>
          <w:p w14:paraId="678C5DB2" w14:textId="3576CE83" w:rsidR="00AA77D6" w:rsidRPr="00AA77D6" w:rsidRDefault="00AA77D6" w:rsidP="00AA77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77D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46955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292" w14:textId="4FB6D0A6" w:rsidR="00923D7D" w:rsidRDefault="003E1941" w:rsidP="00ED5F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36F614C" w14:textId="77777777" w:rsidR="00C97D8A" w:rsidRPr="009C54AE" w:rsidRDefault="00C97D8A" w:rsidP="00ED5F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5CFDDF" w14:textId="77777777" w:rsidTr="00923D7D">
        <w:tc>
          <w:tcPr>
            <w:tcW w:w="9670" w:type="dxa"/>
          </w:tcPr>
          <w:p w14:paraId="03B5DA5C" w14:textId="77777777" w:rsidR="00685AAB" w:rsidRDefault="00685AAB" w:rsidP="00AA77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72869B30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47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ktywność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33EB7E67" w14:textId="1554B064" w:rsidR="0085747A" w:rsidRPr="00E778B5" w:rsidRDefault="00685AAB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</w:tr>
    </w:tbl>
    <w:p w14:paraId="468446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74B35" w14:textId="52F47727" w:rsidR="0085747A" w:rsidRDefault="0085747A" w:rsidP="00ED5F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BE525" w14:textId="77777777" w:rsidR="00C97D8A" w:rsidRPr="00ED5FDB" w:rsidRDefault="00C97D8A" w:rsidP="00ED5F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9C54AE" w14:paraId="117F8B38" w14:textId="77777777" w:rsidTr="00ED5FDB">
        <w:tc>
          <w:tcPr>
            <w:tcW w:w="6408" w:type="dxa"/>
            <w:vAlign w:val="center"/>
          </w:tcPr>
          <w:p w14:paraId="562D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1D7AF7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5C4C25" w14:textId="77777777" w:rsidTr="00ED5FDB">
        <w:tc>
          <w:tcPr>
            <w:tcW w:w="6408" w:type="dxa"/>
          </w:tcPr>
          <w:p w14:paraId="650CB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112" w:type="dxa"/>
          </w:tcPr>
          <w:p w14:paraId="32DF9B79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B9497E3" w14:textId="77777777" w:rsidTr="00ED5FDB">
        <w:tc>
          <w:tcPr>
            <w:tcW w:w="6408" w:type="dxa"/>
          </w:tcPr>
          <w:p w14:paraId="3AE203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AB55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46EBB53C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9A8F6F5" w14:textId="77777777" w:rsidTr="00ED5FDB">
        <w:tc>
          <w:tcPr>
            <w:tcW w:w="6408" w:type="dxa"/>
          </w:tcPr>
          <w:p w14:paraId="6E93B82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0D98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08B16CD6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3CBF15EB" w14:textId="77777777" w:rsidTr="00ED5FDB">
        <w:tc>
          <w:tcPr>
            <w:tcW w:w="6408" w:type="dxa"/>
          </w:tcPr>
          <w:p w14:paraId="0216C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E862ED2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0BFCDFD" w14:textId="77777777" w:rsidTr="00ED5FDB">
        <w:tc>
          <w:tcPr>
            <w:tcW w:w="6408" w:type="dxa"/>
          </w:tcPr>
          <w:p w14:paraId="09B8AAD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0C7FDFF7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4E32C8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6A66C8" w14:textId="77777777" w:rsidR="00AA77D6" w:rsidRPr="009C54AE" w:rsidRDefault="00AA77D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7FF149F" w14:textId="1CE264FB" w:rsidR="0085747A" w:rsidRDefault="0071620A" w:rsidP="00ED5F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48AEED" w14:textId="77777777" w:rsidR="00C97D8A" w:rsidRPr="009C54AE" w:rsidRDefault="00C97D8A" w:rsidP="00ED5F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14:paraId="185BAD44" w14:textId="77777777" w:rsidTr="00ED5FDB">
        <w:trPr>
          <w:trHeight w:val="397"/>
        </w:trPr>
        <w:tc>
          <w:tcPr>
            <w:tcW w:w="4224" w:type="dxa"/>
          </w:tcPr>
          <w:p w14:paraId="1FC6FC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C7A041" w14:textId="77777777" w:rsidR="0085747A" w:rsidRPr="009C54AE" w:rsidRDefault="00ED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5BD54A" w14:textId="77777777" w:rsidTr="00ED5FDB">
        <w:trPr>
          <w:trHeight w:val="397"/>
        </w:trPr>
        <w:tc>
          <w:tcPr>
            <w:tcW w:w="4224" w:type="dxa"/>
          </w:tcPr>
          <w:p w14:paraId="1012C0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6BF9D3" w14:textId="77777777" w:rsidR="0085747A" w:rsidRPr="009C54AE" w:rsidRDefault="00ED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256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2701E" w14:textId="636B8759" w:rsidR="0085747A" w:rsidRPr="009C54AE" w:rsidRDefault="00C97D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6E141D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698B9C39" w14:textId="77777777" w:rsidTr="00C97D8A">
        <w:trPr>
          <w:trHeight w:val="397"/>
        </w:trPr>
        <w:tc>
          <w:tcPr>
            <w:tcW w:w="9923" w:type="dxa"/>
          </w:tcPr>
          <w:p w14:paraId="610CA399" w14:textId="4EF5D8C7" w:rsidR="00A2095D" w:rsidRPr="00C97D8A" w:rsidRDefault="0085747A" w:rsidP="00AA77D6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97D8A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C97D8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F9960BD" w14:textId="77777777" w:rsidR="00C97D8A" w:rsidRDefault="00C97D8A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  <w:p w14:paraId="3CED11D4" w14:textId="5A20E503" w:rsidR="00A316E1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6DD1C569" w14:textId="39904BEA" w:rsidR="00A2095D" w:rsidRPr="00A316E1" w:rsidRDefault="00A2095D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Adamiak B.,</w:t>
            </w:r>
            <w:r w:rsidR="005056F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Borkowski J. (2017) , </w:t>
            </w:r>
            <w:r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administracyjnego.</w:t>
            </w:r>
            <w:r w:rsidR="002020DF"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AA77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Komentarz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Warszawa.</w:t>
            </w:r>
          </w:p>
          <w:p w14:paraId="238F2D5B" w14:textId="77777777" w:rsidR="00A316E1" w:rsidRPr="00A316E1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46CBB83A" w14:textId="77777777" w:rsidR="00A316E1" w:rsidRPr="00A316E1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 w:rsidRPr="00A316E1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A316E1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10675D71" w14:textId="77777777" w:rsidR="00A316E1" w:rsidRPr="00A316E1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68787FC1" w14:textId="77777777" w:rsidR="00A316E1" w:rsidRPr="008D1223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81710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17105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817105">
              <w:rPr>
                <w:rFonts w:ascii="Corbel" w:hAnsi="Corbel"/>
                <w:sz w:val="24"/>
                <w:szCs w:val="24"/>
              </w:rPr>
              <w:t>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71CA08CB" w14:textId="172ED105" w:rsidR="00A316E1" w:rsidRPr="008D1223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Gmurzyńska</w:t>
            </w:r>
            <w:proofErr w:type="spellEnd"/>
            <w:r w:rsidR="00AA77D6">
              <w:rPr>
                <w:rFonts w:ascii="Corbel" w:hAnsi="Corbel"/>
                <w:sz w:val="24"/>
                <w:szCs w:val="24"/>
              </w:rPr>
              <w:t xml:space="preserve"> E.</w:t>
            </w:r>
            <w:r w:rsidR="00AA77D6">
              <w:rPr>
                <w:rFonts w:ascii="Corbel" w:hAnsi="Corbel"/>
                <w:sz w:val="24"/>
                <w:szCs w:val="24"/>
                <w:lang w:val="x-none"/>
              </w:rPr>
              <w:t xml:space="preserve">, 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Morek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R. (red.)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,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(2009),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Mediacje. Teoria i praktyka</w:t>
            </w:r>
            <w:r w:rsidRPr="008D122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Warszawa</w:t>
            </w:r>
            <w:r w:rsidRPr="008D1223">
              <w:rPr>
                <w:rFonts w:ascii="Corbel" w:hAnsi="Corbel"/>
                <w:sz w:val="24"/>
                <w:szCs w:val="24"/>
              </w:rPr>
              <w:t>.</w:t>
            </w:r>
          </w:p>
          <w:p w14:paraId="6EC05359" w14:textId="77777777" w:rsidR="002637D5" w:rsidRDefault="002D42B5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Kalisz  A., Ziemkiewicz A.(2015), polubowne rozwiązywanie konfliktów w pomocy społecznej.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Komunikacja , psychologia społeczna , negocjacje i mediacje szkolne, Sosno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A4623F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634A640F" w14:textId="77777777" w:rsidR="00E503B2" w:rsidRPr="002637D5" w:rsidRDefault="00E503B2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AA77D6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7A15689B" w14:textId="77777777" w:rsidR="00AA77D6" w:rsidRPr="00AA77D6" w:rsidRDefault="00B43CE4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 xml:space="preserve">Rynkowska D., </w:t>
            </w:r>
            <w:proofErr w:type="spellStart"/>
            <w:r w:rsidRPr="00A4623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A4623F">
              <w:rPr>
                <w:rFonts w:ascii="Corbel" w:hAnsi="Corbel"/>
                <w:sz w:val="24"/>
                <w:szCs w:val="24"/>
              </w:rPr>
              <w:t xml:space="preserve"> M. (2014) 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14:paraId="37ED6E7D" w14:textId="225B0091" w:rsidR="00A316E1" w:rsidRPr="00A4623F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Szumańsk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 xml:space="preserve">i A. </w:t>
            </w:r>
            <w:r w:rsidR="006A0AAB" w:rsidRPr="00AA77D6">
              <w:rPr>
                <w:rFonts w:ascii="Corbel" w:hAnsi="Corbel"/>
                <w:i/>
                <w:sz w:val="24"/>
                <w:szCs w:val="24"/>
              </w:rPr>
              <w:t>(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1997</w:t>
            </w:r>
            <w:r w:rsidR="006A0AAB" w:rsidRPr="00AA77D6">
              <w:rPr>
                <w:rFonts w:ascii="Corbel" w:hAnsi="Corbel"/>
                <w:i/>
                <w:sz w:val="24"/>
                <w:szCs w:val="24"/>
              </w:rPr>
              <w:t>)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, Koncyliacja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jako forma rozstrzygania sporów gospodarczych, Monitor Prawniczy, </w:t>
            </w:r>
            <w:r w:rsidRPr="00A4623F">
              <w:rPr>
                <w:rFonts w:ascii="Corbel" w:hAnsi="Corbel"/>
                <w:sz w:val="24"/>
                <w:szCs w:val="24"/>
              </w:rPr>
              <w:t>nr 2.</w:t>
            </w:r>
          </w:p>
          <w:p w14:paraId="183170B4" w14:textId="77777777" w:rsidR="005E706F" w:rsidRDefault="00FE0185" w:rsidP="00AA77D6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A4623F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2AB47F7D" w14:textId="77777777" w:rsidR="00AA77D6" w:rsidRPr="00ED5FDB" w:rsidRDefault="00AA77D6" w:rsidP="00AA77D6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652488FC" w14:textId="77777777" w:rsidTr="00C97D8A">
        <w:trPr>
          <w:trHeight w:val="397"/>
        </w:trPr>
        <w:tc>
          <w:tcPr>
            <w:tcW w:w="9923" w:type="dxa"/>
          </w:tcPr>
          <w:p w14:paraId="2BF5314B" w14:textId="77777777" w:rsidR="00AA3A98" w:rsidRPr="00C97D8A" w:rsidRDefault="0085747A" w:rsidP="00AA77D6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97D8A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71FDAF58" w14:textId="77777777" w:rsidR="00C97D8A" w:rsidRDefault="00C97D8A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  <w:p w14:paraId="7870C403" w14:textId="079ECBD0" w:rsidR="00A316E1" w:rsidRPr="002E5C7F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</w:t>
            </w:r>
            <w:r w:rsidR="00ED04C8">
              <w:rPr>
                <w:rFonts w:ascii="Corbel" w:hAnsi="Corbel"/>
                <w:sz w:val="24"/>
                <w:szCs w:val="24"/>
              </w:rPr>
              <w:t>7)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AA77D6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14:paraId="191CA905" w14:textId="77777777" w:rsidR="00A316E1" w:rsidRPr="002E5C7F" w:rsidRDefault="00A316E1" w:rsidP="00AA77D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Mediacja w polskim prawie karnym</w:t>
            </w:r>
            <w:r w:rsidRPr="002E5C7F">
              <w:rPr>
                <w:rFonts w:ascii="Corbel" w:hAnsi="Corbel"/>
                <w:sz w:val="24"/>
                <w:szCs w:val="24"/>
              </w:rPr>
              <w:t>, Warszawa</w:t>
            </w:r>
          </w:p>
          <w:p w14:paraId="7B8CD717" w14:textId="6A69E4C6" w:rsidR="0085747A" w:rsidRPr="00ED5FDB" w:rsidRDefault="00A316E1" w:rsidP="00AA77D6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AA77D6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="00AA77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</w:tc>
      </w:tr>
    </w:tbl>
    <w:p w14:paraId="45A82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F9C9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66ECE" w14:textId="77777777" w:rsidR="002D42B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BC5B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870A2" w14:textId="77777777" w:rsidR="00226F0D" w:rsidRDefault="00226F0D" w:rsidP="00C16ABF">
      <w:pPr>
        <w:spacing w:after="0" w:line="240" w:lineRule="auto"/>
      </w:pPr>
      <w:r>
        <w:separator/>
      </w:r>
    </w:p>
  </w:endnote>
  <w:endnote w:type="continuationSeparator" w:id="0">
    <w:p w14:paraId="3C08F56C" w14:textId="77777777" w:rsidR="00226F0D" w:rsidRDefault="00226F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D2418" w14:textId="77777777" w:rsidR="00226F0D" w:rsidRDefault="00226F0D" w:rsidP="00C16ABF">
      <w:pPr>
        <w:spacing w:after="0" w:line="240" w:lineRule="auto"/>
      </w:pPr>
      <w:r>
        <w:separator/>
      </w:r>
    </w:p>
  </w:footnote>
  <w:footnote w:type="continuationSeparator" w:id="0">
    <w:p w14:paraId="4D86AD40" w14:textId="77777777" w:rsidR="00226F0D" w:rsidRDefault="00226F0D" w:rsidP="00C16ABF">
      <w:pPr>
        <w:spacing w:after="0" w:line="240" w:lineRule="auto"/>
      </w:pPr>
      <w:r>
        <w:continuationSeparator/>
      </w:r>
    </w:p>
  </w:footnote>
  <w:footnote w:id="1">
    <w:p w14:paraId="61A3BD2C" w14:textId="77777777" w:rsidR="00ED04C8" w:rsidRDefault="00ED04C8" w:rsidP="00ED04C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334F5"/>
    <w:rsid w:val="00036BE9"/>
    <w:rsid w:val="00042A51"/>
    <w:rsid w:val="00042D2E"/>
    <w:rsid w:val="00044C82"/>
    <w:rsid w:val="000511FF"/>
    <w:rsid w:val="000606B4"/>
    <w:rsid w:val="00062F6B"/>
    <w:rsid w:val="00065FBC"/>
    <w:rsid w:val="00070ED6"/>
    <w:rsid w:val="000742DC"/>
    <w:rsid w:val="0007753C"/>
    <w:rsid w:val="00081BEB"/>
    <w:rsid w:val="000832A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3C41"/>
    <w:rsid w:val="00154381"/>
    <w:rsid w:val="00161456"/>
    <w:rsid w:val="001640A7"/>
    <w:rsid w:val="00164FA7"/>
    <w:rsid w:val="00166A03"/>
    <w:rsid w:val="001718A7"/>
    <w:rsid w:val="00172627"/>
    <w:rsid w:val="001737CF"/>
    <w:rsid w:val="00174B1C"/>
    <w:rsid w:val="00176083"/>
    <w:rsid w:val="00183577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2CE"/>
    <w:rsid w:val="001E145A"/>
    <w:rsid w:val="001E473C"/>
    <w:rsid w:val="001F2CA2"/>
    <w:rsid w:val="002020DF"/>
    <w:rsid w:val="002143D9"/>
    <w:rsid w:val="002144C0"/>
    <w:rsid w:val="00223AB7"/>
    <w:rsid w:val="0022477D"/>
    <w:rsid w:val="00224B6F"/>
    <w:rsid w:val="00226F0D"/>
    <w:rsid w:val="002278A9"/>
    <w:rsid w:val="002336F9"/>
    <w:rsid w:val="0024028F"/>
    <w:rsid w:val="0024252A"/>
    <w:rsid w:val="00244ABC"/>
    <w:rsid w:val="0024547F"/>
    <w:rsid w:val="002637D5"/>
    <w:rsid w:val="002658D5"/>
    <w:rsid w:val="002668F9"/>
    <w:rsid w:val="00275631"/>
    <w:rsid w:val="00281FF2"/>
    <w:rsid w:val="002857DE"/>
    <w:rsid w:val="00287F0D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5EEB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51C5"/>
    <w:rsid w:val="00325705"/>
    <w:rsid w:val="003343CF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18B8"/>
    <w:rsid w:val="00413E93"/>
    <w:rsid w:val="00414E3C"/>
    <w:rsid w:val="0042244A"/>
    <w:rsid w:val="00423A95"/>
    <w:rsid w:val="0042745A"/>
    <w:rsid w:val="00431D5C"/>
    <w:rsid w:val="004362C6"/>
    <w:rsid w:val="00437FA2"/>
    <w:rsid w:val="00441876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40E3"/>
    <w:rsid w:val="00494CA8"/>
    <w:rsid w:val="0049504D"/>
    <w:rsid w:val="00495688"/>
    <w:rsid w:val="004968E2"/>
    <w:rsid w:val="00497ACD"/>
    <w:rsid w:val="004A09ED"/>
    <w:rsid w:val="004A389F"/>
    <w:rsid w:val="004A3EEA"/>
    <w:rsid w:val="004A4D1F"/>
    <w:rsid w:val="004B75B8"/>
    <w:rsid w:val="004C74B7"/>
    <w:rsid w:val="004D5282"/>
    <w:rsid w:val="004E0456"/>
    <w:rsid w:val="004E4DFB"/>
    <w:rsid w:val="004E6113"/>
    <w:rsid w:val="004E7CCB"/>
    <w:rsid w:val="004F01A9"/>
    <w:rsid w:val="004F1551"/>
    <w:rsid w:val="004F1E84"/>
    <w:rsid w:val="004F4877"/>
    <w:rsid w:val="004F55A3"/>
    <w:rsid w:val="0050496F"/>
    <w:rsid w:val="005056FC"/>
    <w:rsid w:val="005124ED"/>
    <w:rsid w:val="00513B6F"/>
    <w:rsid w:val="00517C63"/>
    <w:rsid w:val="005218BC"/>
    <w:rsid w:val="00525109"/>
    <w:rsid w:val="00531021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D73BA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7FC9"/>
    <w:rsid w:val="00632FE8"/>
    <w:rsid w:val="00633E74"/>
    <w:rsid w:val="00634C35"/>
    <w:rsid w:val="0064305A"/>
    <w:rsid w:val="00644373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6544"/>
    <w:rsid w:val="007072BA"/>
    <w:rsid w:val="0071620A"/>
    <w:rsid w:val="00717BA2"/>
    <w:rsid w:val="00724677"/>
    <w:rsid w:val="00725459"/>
    <w:rsid w:val="007327BD"/>
    <w:rsid w:val="00734608"/>
    <w:rsid w:val="00737C85"/>
    <w:rsid w:val="00745302"/>
    <w:rsid w:val="007457A0"/>
    <w:rsid w:val="007461D6"/>
    <w:rsid w:val="00746EC8"/>
    <w:rsid w:val="00752907"/>
    <w:rsid w:val="00763065"/>
    <w:rsid w:val="00763BF1"/>
    <w:rsid w:val="00766D75"/>
    <w:rsid w:val="00766FD4"/>
    <w:rsid w:val="00772A9A"/>
    <w:rsid w:val="00774503"/>
    <w:rsid w:val="0078168C"/>
    <w:rsid w:val="00784740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2AB7"/>
    <w:rsid w:val="007D46D1"/>
    <w:rsid w:val="007D6E56"/>
    <w:rsid w:val="007E70F7"/>
    <w:rsid w:val="007F3ACE"/>
    <w:rsid w:val="007F40C8"/>
    <w:rsid w:val="007F4155"/>
    <w:rsid w:val="008034B0"/>
    <w:rsid w:val="00805B64"/>
    <w:rsid w:val="0080760A"/>
    <w:rsid w:val="0081554D"/>
    <w:rsid w:val="00815F75"/>
    <w:rsid w:val="0081707E"/>
    <w:rsid w:val="00817105"/>
    <w:rsid w:val="00824752"/>
    <w:rsid w:val="008333EB"/>
    <w:rsid w:val="00834374"/>
    <w:rsid w:val="008420C6"/>
    <w:rsid w:val="008449B3"/>
    <w:rsid w:val="00850611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C0CC0"/>
    <w:rsid w:val="008C19A9"/>
    <w:rsid w:val="008C379D"/>
    <w:rsid w:val="008C5147"/>
    <w:rsid w:val="008C5359"/>
    <w:rsid w:val="008C5363"/>
    <w:rsid w:val="008D1223"/>
    <w:rsid w:val="008D3DFB"/>
    <w:rsid w:val="008E64F4"/>
    <w:rsid w:val="008F12C9"/>
    <w:rsid w:val="008F2DC0"/>
    <w:rsid w:val="008F3978"/>
    <w:rsid w:val="008F3C4C"/>
    <w:rsid w:val="008F64BA"/>
    <w:rsid w:val="008F6E29"/>
    <w:rsid w:val="00916188"/>
    <w:rsid w:val="00916FC9"/>
    <w:rsid w:val="00920F45"/>
    <w:rsid w:val="00923D7D"/>
    <w:rsid w:val="009508DF"/>
    <w:rsid w:val="00950DAC"/>
    <w:rsid w:val="00954A07"/>
    <w:rsid w:val="00955474"/>
    <w:rsid w:val="009554A8"/>
    <w:rsid w:val="00960E1E"/>
    <w:rsid w:val="0096129D"/>
    <w:rsid w:val="00981DC1"/>
    <w:rsid w:val="00997F14"/>
    <w:rsid w:val="009A5B8C"/>
    <w:rsid w:val="009A7508"/>
    <w:rsid w:val="009A78D9"/>
    <w:rsid w:val="009B51F7"/>
    <w:rsid w:val="009B6E0A"/>
    <w:rsid w:val="009C3E31"/>
    <w:rsid w:val="009C4F2B"/>
    <w:rsid w:val="009C54AE"/>
    <w:rsid w:val="009C6596"/>
    <w:rsid w:val="009C788E"/>
    <w:rsid w:val="009D0F5B"/>
    <w:rsid w:val="009D3F3B"/>
    <w:rsid w:val="009D6A17"/>
    <w:rsid w:val="009E0543"/>
    <w:rsid w:val="009E1AAF"/>
    <w:rsid w:val="009E205D"/>
    <w:rsid w:val="009E3B41"/>
    <w:rsid w:val="009F016F"/>
    <w:rsid w:val="009F1758"/>
    <w:rsid w:val="009F1A45"/>
    <w:rsid w:val="009F3C5C"/>
    <w:rsid w:val="009F4610"/>
    <w:rsid w:val="00A00ECC"/>
    <w:rsid w:val="00A011F7"/>
    <w:rsid w:val="00A015A8"/>
    <w:rsid w:val="00A03844"/>
    <w:rsid w:val="00A13517"/>
    <w:rsid w:val="00A155EE"/>
    <w:rsid w:val="00A174E2"/>
    <w:rsid w:val="00A2095D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A77D6"/>
    <w:rsid w:val="00AB053C"/>
    <w:rsid w:val="00AB2F0C"/>
    <w:rsid w:val="00AB580E"/>
    <w:rsid w:val="00AB72D9"/>
    <w:rsid w:val="00AC7252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1BA1"/>
    <w:rsid w:val="00B135B1"/>
    <w:rsid w:val="00B14133"/>
    <w:rsid w:val="00B17746"/>
    <w:rsid w:val="00B22524"/>
    <w:rsid w:val="00B3130B"/>
    <w:rsid w:val="00B37980"/>
    <w:rsid w:val="00B40ADB"/>
    <w:rsid w:val="00B40B00"/>
    <w:rsid w:val="00B43B77"/>
    <w:rsid w:val="00B43CE4"/>
    <w:rsid w:val="00B43E80"/>
    <w:rsid w:val="00B46169"/>
    <w:rsid w:val="00B56131"/>
    <w:rsid w:val="00B607DB"/>
    <w:rsid w:val="00B637A4"/>
    <w:rsid w:val="00B63A68"/>
    <w:rsid w:val="00B66529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C37CB"/>
    <w:rsid w:val="00BD3869"/>
    <w:rsid w:val="00BD66E9"/>
    <w:rsid w:val="00BD6FF4"/>
    <w:rsid w:val="00BE6994"/>
    <w:rsid w:val="00BF02F9"/>
    <w:rsid w:val="00BF29A8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32F5"/>
    <w:rsid w:val="00C34865"/>
    <w:rsid w:val="00C36974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97D8A"/>
    <w:rsid w:val="00CA2B96"/>
    <w:rsid w:val="00CA5089"/>
    <w:rsid w:val="00CA6E7D"/>
    <w:rsid w:val="00CB2611"/>
    <w:rsid w:val="00CC3162"/>
    <w:rsid w:val="00CD3DCB"/>
    <w:rsid w:val="00CD6897"/>
    <w:rsid w:val="00CE5BAC"/>
    <w:rsid w:val="00CF25BE"/>
    <w:rsid w:val="00CF5FBC"/>
    <w:rsid w:val="00CF78ED"/>
    <w:rsid w:val="00D01231"/>
    <w:rsid w:val="00D0164B"/>
    <w:rsid w:val="00D016A5"/>
    <w:rsid w:val="00D02B25"/>
    <w:rsid w:val="00D02EBA"/>
    <w:rsid w:val="00D17502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1E43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6B3A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463C4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78B5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04C8"/>
    <w:rsid w:val="00ED23BA"/>
    <w:rsid w:val="00ED32D2"/>
    <w:rsid w:val="00ED36D7"/>
    <w:rsid w:val="00ED5FDB"/>
    <w:rsid w:val="00ED6654"/>
    <w:rsid w:val="00EE0615"/>
    <w:rsid w:val="00EE32DE"/>
    <w:rsid w:val="00EE5457"/>
    <w:rsid w:val="00EF7EDE"/>
    <w:rsid w:val="00F070AB"/>
    <w:rsid w:val="00F17567"/>
    <w:rsid w:val="00F22A72"/>
    <w:rsid w:val="00F2623A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87DCE"/>
    <w:rsid w:val="00F97317"/>
    <w:rsid w:val="00F974DA"/>
    <w:rsid w:val="00FA46E5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C2E5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AB26-8801-4F7A-B43E-3A72D9B4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4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13</cp:revision>
  <cp:lastPrinted>2019-07-16T08:56:00Z</cp:lastPrinted>
  <dcterms:created xsi:type="dcterms:W3CDTF">2020-11-02T13:34:00Z</dcterms:created>
  <dcterms:modified xsi:type="dcterms:W3CDTF">2021-01-13T09:27:00Z</dcterms:modified>
</cp:coreProperties>
</file>